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092"/>
        <w:gridCol w:w="547"/>
        <w:gridCol w:w="547"/>
        <w:gridCol w:w="1365"/>
        <w:gridCol w:w="850"/>
        <w:gridCol w:w="1843"/>
      </w:tblGrid>
      <w:tr w:rsidR="00031EA4" w:rsidRPr="00AD0865" w:rsidTr="00DF28C4">
        <w:trPr>
          <w:trHeight w:val="1162"/>
        </w:trPr>
        <w:tc>
          <w:tcPr>
            <w:tcW w:w="92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    Приложение 7</w:t>
            </w: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 к решению Совета депутатов Булгаковского</w:t>
            </w: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  сельского поселения Духовщинского района</w:t>
            </w: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         Смоленской области</w:t>
            </w: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       от 2023 №</w:t>
            </w: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D086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Булгаковского сельского поселения Духовщинского района Смоленской области на 2024 год</w:t>
            </w:r>
          </w:p>
        </w:tc>
      </w:tr>
      <w:tr w:rsidR="00031EA4" w:rsidRPr="00AD0865" w:rsidTr="00DF28C4">
        <w:trPr>
          <w:trHeight w:val="245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1EA4" w:rsidRPr="00AD0865" w:rsidTr="00DF28C4">
        <w:trPr>
          <w:trHeight w:val="293"/>
        </w:trPr>
        <w:tc>
          <w:tcPr>
            <w:tcW w:w="9244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D0865">
              <w:rPr>
                <w:rFonts w:ascii="Arial" w:hAnsi="Arial" w:cs="Arial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031EA4" w:rsidRPr="00AD0865" w:rsidTr="00DF28C4">
        <w:trPr>
          <w:trHeight w:val="114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031EA4" w:rsidRPr="00AD0865" w:rsidTr="00DF28C4">
        <w:trPr>
          <w:trHeight w:val="24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5 686 000,00</w:t>
            </w:r>
          </w:p>
        </w:tc>
      </w:tr>
      <w:tr w:rsidR="00031EA4" w:rsidRPr="00AD0865" w:rsidTr="00DF28C4">
        <w:trPr>
          <w:trHeight w:val="121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 деятельности высшего должностного лица  муниципального  образования  Булгаковского сельского поселения Духовщинского района Смоленской области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57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Глава муниципального образования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87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14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43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1 167 200,00</w:t>
            </w:r>
          </w:p>
        </w:tc>
      </w:tr>
      <w:tr w:rsidR="00031EA4" w:rsidRPr="00AD0865" w:rsidTr="00DF28C4">
        <w:trPr>
          <w:trHeight w:val="1377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деятельности законодательного органа власти Булгаковского сельского поселения Духовщинского района Смоленской области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27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Обеспечение деятельности депутатов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71 0 03 00000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87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14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44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71 0 03 00140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54 000,00</w:t>
            </w:r>
          </w:p>
        </w:tc>
      </w:tr>
      <w:tr w:rsidR="00031EA4" w:rsidRPr="00AD0865" w:rsidTr="00DF28C4">
        <w:trPr>
          <w:trHeight w:val="151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031EA4" w:rsidRPr="00AD0865" w:rsidTr="00DF28C4">
        <w:trPr>
          <w:trHeight w:val="828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органов местного самоуправления"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031EA4" w:rsidRPr="00AD0865" w:rsidTr="00DF28C4">
        <w:trPr>
          <w:trHeight w:val="5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4 407 800,00</w:t>
            </w:r>
          </w:p>
        </w:tc>
      </w:tr>
      <w:tr w:rsidR="00031EA4" w:rsidRPr="00AD0865" w:rsidTr="00DF28C4">
        <w:trPr>
          <w:trHeight w:val="14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031EA4" w:rsidRPr="00AD0865" w:rsidTr="00DF28C4">
        <w:trPr>
          <w:trHeight w:val="448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4 068 500,00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337 300,00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031EA4" w:rsidRPr="00AD0865" w:rsidTr="00DF28C4">
        <w:trPr>
          <w:trHeight w:val="30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21 4 01 00140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031EA4" w:rsidRPr="00AD0865" w:rsidTr="00DF28C4">
        <w:trPr>
          <w:trHeight w:val="152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25 500,00</w:t>
            </w:r>
          </w:p>
        </w:tc>
      </w:tr>
      <w:tr w:rsidR="00031EA4" w:rsidRPr="00AD0865" w:rsidTr="00DF28C4">
        <w:trPr>
          <w:trHeight w:val="943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Переданные полномочия по казначейскому исполнению бюджета из бюджета муниципального образования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2 000,00</w:t>
            </w:r>
          </w:p>
        </w:tc>
      </w:tr>
      <w:tr w:rsidR="00031EA4" w:rsidRPr="00AD0865" w:rsidTr="00DF28C4">
        <w:trPr>
          <w:trHeight w:val="1007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Передача полномочий контрольно-ревизионной комиссии из бюджета муниципального образования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23 500,00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82 0 01 00000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116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за счет резервного фонда Администрации   муниципального образования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82 0 01 28880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16 500,00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031EA4" w:rsidRPr="00AD0865" w:rsidTr="00DF28C4">
        <w:trPr>
          <w:trHeight w:val="83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"Обеспечение мероприятий по другим общегосударственным вопросам"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031EA4" w:rsidRPr="00AD0865" w:rsidTr="00DF28C4">
        <w:trPr>
          <w:trHeight w:val="44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по обеспечению мероприятий по другим общегосударственным вопросам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15 500,00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6 500,00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031EA4" w:rsidRPr="00AD0865" w:rsidTr="00DF28C4">
        <w:trPr>
          <w:trHeight w:val="29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21 4 02 22110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031EA4" w:rsidRPr="00AD0865" w:rsidTr="00DF28C4">
        <w:trPr>
          <w:trHeight w:val="1013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по передаче полномочий по осуществлению муниципального жилищного контроля на территории Булгаковского сельского поселения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80 0 01 П0040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1EA4" w:rsidRPr="00AD0865" w:rsidTr="00DF28C4">
        <w:trPr>
          <w:trHeight w:val="29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1EA4" w:rsidRPr="00AD0865" w:rsidTr="00DF28C4">
        <w:trPr>
          <w:trHeight w:val="110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Субвенция на осуществление первичного воинского учета на территориях. где отсутствуют военные комиссариаты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1EA4" w:rsidRPr="00AD0865" w:rsidTr="00DF28C4">
        <w:trPr>
          <w:trHeight w:val="1063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 xml:space="preserve"> Осуществление первичного воинского учета на территории Булгаковского сельского поселениях , где отсутствуют военные комиссариаты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031EA4" w:rsidRPr="00AD0865" w:rsidTr="00DF28C4">
        <w:trPr>
          <w:trHeight w:val="14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31EA4" w:rsidRPr="00AD0865" w:rsidTr="00DF28C4">
        <w:trPr>
          <w:trHeight w:val="52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92 0 01 51180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"Ремонт улично-дорожной сети Булгаковского сельского поселения"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8 689 594,00</w:t>
            </w:r>
          </w:p>
        </w:tc>
      </w:tr>
      <w:tr w:rsidR="00031EA4" w:rsidRPr="00AD0865" w:rsidTr="00DF28C4">
        <w:trPr>
          <w:trHeight w:val="82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Ведомственный проект "Развитие сетей автомобильных дорог общего пользования"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22 3 01 00000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031EA4" w:rsidRPr="00AD0865" w:rsidTr="00DF28C4">
        <w:trPr>
          <w:trHeight w:val="116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3 01 S1260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4 976 314,64</w:t>
            </w:r>
          </w:p>
        </w:tc>
      </w:tr>
      <w:tr w:rsidR="00031EA4" w:rsidRPr="00AD0865" w:rsidTr="00DF28C4">
        <w:trPr>
          <w:trHeight w:val="82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и ремонт улично- дорожной сети"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031EA4" w:rsidRPr="00AD0865" w:rsidTr="00DF28C4">
        <w:trPr>
          <w:trHeight w:val="87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Мероприятия по ремонту и содержанию улично- дорожной сети в Булгаковском сельском поселении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22 4 01 22180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3 713 279,36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3 312 800,00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610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жилищного хозяйства"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21 4 03 00000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5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Обеспечение мероприятий в области жилищного хозяйства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21 4 03 22170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185 000,00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2 362 100,00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2 362 100,00</w:t>
            </w:r>
          </w:p>
        </w:tc>
      </w:tr>
      <w:tr w:rsidR="00031EA4" w:rsidRPr="00AD0865" w:rsidTr="00DF28C4">
        <w:trPr>
          <w:trHeight w:val="1043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Ведомственный проект "Модернизация объектов жилищно-коммунального хозяйства населения Смоленской области"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21 3 01 00000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031EA4" w:rsidRPr="00AD0865" w:rsidTr="00DF28C4">
        <w:trPr>
          <w:trHeight w:val="5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Капитальный ремонт объектов водоснабжения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3 01 S1320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2 030 000,00</w:t>
            </w:r>
          </w:p>
        </w:tc>
      </w:tr>
      <w:tr w:rsidR="00031EA4" w:rsidRPr="00AD0865" w:rsidTr="00DF28C4">
        <w:trPr>
          <w:trHeight w:val="82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"Содержание коммунального хозяйства"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21 4 04 00000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031EA4" w:rsidRPr="00AD0865" w:rsidTr="00DF28C4">
        <w:trPr>
          <w:trHeight w:val="5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Обеспечение мероприятий в области коммунального хозяйства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21 4 04 22120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332 100,00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14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"Ремонт и благоустройство воинских захоронений и памятников Великой отечественной войны на территории Булгаковского сельского поселения Духовщинского района Смоленской области"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82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"Гражданско-патриотическое воспитание"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581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Ремонт и восстановление воинских захоронений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739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 4 01 S2010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765 700,00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30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086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1234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"Создание условий для эффективного управления в Булгаковском сельском поселении Духовщинского района Смоленской области " 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88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21 4 06 00000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1596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D0865">
              <w:rPr>
                <w:rFonts w:ascii="Times New Roman" w:hAnsi="Times New Roman"/>
                <w:color w:val="000000"/>
              </w:rPr>
              <w:t>Расходы на пенсионное обеспечение лиц, замещавших муниципальные должности и должности муниципальной службы (муниципальные должности  муниципальной службы) в Булгаковском сельском поселении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49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492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21 4 06 72160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0865">
              <w:rPr>
                <w:rFonts w:ascii="Times New Roman" w:hAnsi="Times New Roman"/>
                <w:color w:val="000000"/>
                <w:sz w:val="20"/>
                <w:szCs w:val="20"/>
              </w:rPr>
              <w:t>360 000,00</w:t>
            </w:r>
          </w:p>
        </w:tc>
      </w:tr>
      <w:tr w:rsidR="00031EA4" w:rsidRPr="00AD0865" w:rsidTr="00DF28C4">
        <w:trPr>
          <w:trHeight w:val="245"/>
        </w:trPr>
        <w:tc>
          <w:tcPr>
            <w:tcW w:w="4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AD0865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1EA4" w:rsidRPr="00AD0865" w:rsidRDefault="00031EA4" w:rsidP="00DF2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D08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18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048</w:t>
            </w:r>
            <w:r w:rsidRPr="00AD08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AD08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94,00</w:t>
            </w:r>
          </w:p>
        </w:tc>
      </w:tr>
    </w:tbl>
    <w:p w:rsidR="00031EA4" w:rsidRDefault="00031EA4"/>
    <w:sectPr w:rsidR="00031EA4" w:rsidSect="00DF28C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8C4"/>
    <w:rsid w:val="00031EA4"/>
    <w:rsid w:val="00137156"/>
    <w:rsid w:val="002228B5"/>
    <w:rsid w:val="004C61BC"/>
    <w:rsid w:val="004E1235"/>
    <w:rsid w:val="00571A43"/>
    <w:rsid w:val="005F2249"/>
    <w:rsid w:val="00AD0865"/>
    <w:rsid w:val="00D16AE9"/>
    <w:rsid w:val="00DF28C4"/>
    <w:rsid w:val="00EE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A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6</Pages>
  <Words>1773</Words>
  <Characters>10112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</cp:lastModifiedBy>
  <cp:revision>3</cp:revision>
  <dcterms:created xsi:type="dcterms:W3CDTF">2023-11-09T07:57:00Z</dcterms:created>
  <dcterms:modified xsi:type="dcterms:W3CDTF">2023-11-10T18:54:00Z</dcterms:modified>
</cp:coreProperties>
</file>